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einfach"/>
        <w:tblW w:w="0" w:type="auto"/>
        <w:tblLook w:val="04A0" w:firstRow="1" w:lastRow="0" w:firstColumn="1" w:lastColumn="0" w:noHBand="0" w:noVBand="1"/>
      </w:tblPr>
      <w:tblGrid>
        <w:gridCol w:w="7359"/>
      </w:tblGrid>
      <w:tr w:rsidR="00FD0FC0" w14:paraId="6594507C" w14:textId="77777777" w:rsidTr="00546F76">
        <w:trPr>
          <w:trHeight w:val="284"/>
        </w:trPr>
        <w:tc>
          <w:tcPr>
            <w:tcW w:w="7359" w:type="dxa"/>
            <w:tcMar>
              <w:top w:w="11" w:type="dxa"/>
              <w:bottom w:w="0" w:type="dxa"/>
            </w:tcMar>
          </w:tcPr>
          <w:p w14:paraId="48BBBED2" w14:textId="2DE05ED9" w:rsidR="00D5446F" w:rsidRPr="00C65692" w:rsidRDefault="00D3660E" w:rsidP="00C65692">
            <w:pPr>
              <w:pStyle w:val="OrtDatum"/>
            </w:pPr>
            <w:r>
              <w:t>Leonberg,</w:t>
            </w:r>
            <w:r w:rsidR="00C65692" w:rsidRPr="00C65692">
              <w:t xml:space="preserve"> </w:t>
            </w:r>
            <w:sdt>
              <w:sdtPr>
                <w:rPr>
                  <w:rStyle w:val="Dokumentdatum"/>
                </w:rPr>
                <w:alias w:val="Veröffentlichungsdatum"/>
                <w:tag w:val=""/>
                <w:id w:val="-1507204258"/>
                <w:lock w:val="sdtLocked"/>
                <w:placeholder>
                  <w:docPart w:val="9C49C20917BE8245BFFB4B1C9FF3CEAC"/>
                </w:placeholder>
                <w:dataBinding w:prefixMappings="xmlns:ns0='http://schemas.microsoft.com/office/2006/coverPageProps' " w:xpath="/ns0:CoverPageProperties[1]/ns0:PublishDate[1]" w:storeItemID="{55AF091B-3C7A-41E3-B477-F2FDAA23CFDA}"/>
                <w:date w:fullDate="2025-11-06T00:00:00Z">
                  <w:dateFormat w:val="d. MMMM yyyy"/>
                  <w:lid w:val="de-DE"/>
                  <w:storeMappedDataAs w:val="dateTime"/>
                  <w:calendar w:val="gregorian"/>
                </w:date>
              </w:sdtPr>
              <w:sdtContent>
                <w:r w:rsidR="000F7912">
                  <w:rPr>
                    <w:rStyle w:val="Dokumentdatum"/>
                  </w:rPr>
                  <w:t>6. November 2025</w:t>
                </w:r>
              </w:sdtContent>
            </w:sdt>
          </w:p>
        </w:tc>
      </w:tr>
      <w:tr w:rsidR="00FD0FC0" w:rsidRPr="00D5446F" w14:paraId="11EEEAF1" w14:textId="77777777" w:rsidTr="007B19A4">
        <w:trPr>
          <w:trHeight w:hRule="exact" w:val="1638"/>
        </w:trPr>
        <w:tc>
          <w:tcPr>
            <w:tcW w:w="7359" w:type="dxa"/>
            <w:tcMar>
              <w:top w:w="289" w:type="dxa"/>
              <w:bottom w:w="1083" w:type="dxa"/>
            </w:tcMar>
          </w:tcPr>
          <w:p w14:paraId="05E088DB" w14:textId="3F09C2D0" w:rsidR="00025DF7" w:rsidRPr="00D5446F" w:rsidRDefault="006726D6" w:rsidP="00104446">
            <w:pPr>
              <w:pStyle w:val="Betreff"/>
            </w:pPr>
            <w:proofErr w:type="spellStart"/>
            <w:r w:rsidRPr="006726D6">
              <w:rPr>
                <w:rFonts w:eastAsia="Arial" w:cs="Arial"/>
                <w:sz w:val="36"/>
                <w:szCs w:val="36"/>
              </w:rPr>
              <w:t>VdS-BrandSchutzTage</w:t>
            </w:r>
            <w:proofErr w:type="spellEnd"/>
            <w:r w:rsidRPr="006726D6">
              <w:rPr>
                <w:rFonts w:eastAsia="Arial" w:cs="Arial"/>
                <w:sz w:val="36"/>
                <w:szCs w:val="36"/>
              </w:rPr>
              <w:t xml:space="preserve"> 2025: GEZE zeigt Komplettlösungen für RWA und RWS</w:t>
            </w:r>
          </w:p>
        </w:tc>
      </w:tr>
    </w:tbl>
    <w:p w14:paraId="15B7C791" w14:textId="77777777" w:rsidR="006A66F9" w:rsidRPr="00D43B62" w:rsidRDefault="006A66F9" w:rsidP="006A66F9">
      <w:pPr>
        <w:pStyle w:val="Margin"/>
        <w:framePr w:h="1478" w:hRule="exact" w:wrap="around" w:x="8780" w:y="4022"/>
        <w:rPr>
          <w:rStyle w:val="MarginVorsatzwrter"/>
          <w:color w:val="002364"/>
        </w:rPr>
      </w:pPr>
      <w:r w:rsidRPr="00D43B62">
        <w:rPr>
          <w:rStyle w:val="MarginVorsatzwrter"/>
          <w:color w:val="002364"/>
        </w:rPr>
        <w:t>ANSPRECHPARTNER</w:t>
      </w:r>
      <w:r>
        <w:rPr>
          <w:rStyle w:val="MarginVorsatzwrter"/>
          <w:color w:val="002364"/>
        </w:rPr>
        <w:t>IN</w:t>
      </w:r>
    </w:p>
    <w:p w14:paraId="466FB900" w14:textId="77777777" w:rsidR="006A66F9" w:rsidRPr="004F4978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4F4978">
        <w:rPr>
          <w:color w:val="002364"/>
        </w:rPr>
        <w:t>Angela Staiber</w:t>
      </w:r>
    </w:p>
    <w:p w14:paraId="47191F19" w14:textId="77777777" w:rsidR="006A66F9" w:rsidRDefault="006A66F9" w:rsidP="006A66F9">
      <w:pPr>
        <w:pStyle w:val="Margin"/>
        <w:framePr w:h="1478" w:hRule="exact" w:wrap="around" w:x="8780" w:y="4022"/>
        <w:rPr>
          <w:color w:val="002364"/>
        </w:rPr>
      </w:pPr>
      <w:r w:rsidRPr="00D6140F">
        <w:rPr>
          <w:rStyle w:val="MarginVorsatzwrter"/>
          <w:color w:val="002364"/>
        </w:rPr>
        <w:t>TEL</w:t>
      </w:r>
      <w:r w:rsidRPr="00D6140F">
        <w:rPr>
          <w:color w:val="002364"/>
        </w:rPr>
        <w:t xml:space="preserve">  </w:t>
      </w:r>
      <w:r>
        <w:rPr>
          <w:rFonts w:cs="Arial"/>
          <w:color w:val="002264"/>
          <w:shd w:val="clear" w:color="auto" w:fill="FFFFFF"/>
        </w:rPr>
        <w:t>+49 7152 203 6372</w:t>
      </w:r>
    </w:p>
    <w:p w14:paraId="29CAE3B7" w14:textId="77777777" w:rsidR="006A66F9" w:rsidRDefault="006A66F9" w:rsidP="006A66F9">
      <w:pPr>
        <w:pStyle w:val="Margin"/>
        <w:framePr w:h="1478" w:hRule="exact" w:wrap="around" w:x="8780" w:y="4022"/>
      </w:pPr>
      <w:r w:rsidRPr="004F4978">
        <w:rPr>
          <w:rStyle w:val="MarginVorsatzwrter"/>
          <w:color w:val="002364"/>
        </w:rPr>
        <w:t>EMAIL</w:t>
      </w:r>
      <w:r w:rsidRPr="004F4978">
        <w:rPr>
          <w:color w:val="002364"/>
        </w:rPr>
        <w:t xml:space="preserve">  </w:t>
      </w:r>
      <w:hyperlink r:id="rId9" w:tgtFrame="_blank" w:history="1">
        <w:r w:rsidRPr="004F4978">
          <w:rPr>
            <w:color w:val="002364"/>
          </w:rPr>
          <w:t>a.staiber@geze.com</w:t>
        </w:r>
      </w:hyperlink>
    </w:p>
    <w:p w14:paraId="678EB0F4" w14:textId="77777777" w:rsidR="00104446" w:rsidRPr="006A66F9" w:rsidRDefault="00104446" w:rsidP="00095819"/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457"/>
        <w:gridCol w:w="3324"/>
        <w:gridCol w:w="1683"/>
      </w:tblGrid>
      <w:tr w:rsidR="004F4978" w:rsidRPr="008E4BE2" w14:paraId="579E0CC2" w14:textId="77777777" w:rsidTr="004F4978">
        <w:trPr>
          <w:trHeight w:val="426"/>
          <w:tblHeader/>
        </w:trPr>
        <w:tc>
          <w:tcPr>
            <w:tcW w:w="4457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682779CC" w14:textId="77777777" w:rsidR="00104446" w:rsidRPr="008E4BE2" w:rsidRDefault="00104446" w:rsidP="0018526C">
            <w:pPr>
              <w:jc w:val="center"/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noProof/>
                <w:color w:val="FFFFFF" w:themeColor="background1"/>
                <w:sz w:val="20"/>
                <w:szCs w:val="20"/>
              </w:rPr>
              <w:t>BILD</w:t>
            </w:r>
          </w:p>
        </w:tc>
        <w:tc>
          <w:tcPr>
            <w:tcW w:w="3324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4D787C4C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BILDUNTERSCHRIFT</w:t>
            </w:r>
          </w:p>
        </w:tc>
        <w:tc>
          <w:tcPr>
            <w:tcW w:w="1683" w:type="dxa"/>
            <w:tcBorders>
              <w:top w:val="nil"/>
              <w:bottom w:val="single" w:sz="8" w:space="0" w:color="E0E1DA"/>
            </w:tcBorders>
            <w:shd w:val="clear" w:color="auto" w:fill="002364"/>
            <w:vAlign w:val="center"/>
          </w:tcPr>
          <w:p w14:paraId="22454CBF" w14:textId="77777777" w:rsidR="00104446" w:rsidRPr="008E4BE2" w:rsidRDefault="00104446" w:rsidP="0018526C">
            <w:pPr>
              <w:jc w:val="center"/>
              <w:rPr>
                <w:rFonts w:cs="Arial"/>
                <w:b/>
                <w:color w:val="FFFFFF" w:themeColor="background1"/>
                <w:sz w:val="20"/>
                <w:szCs w:val="20"/>
              </w:rPr>
            </w:pPr>
            <w:r w:rsidRPr="008E4BE2">
              <w:rPr>
                <w:rFonts w:cs="Arial"/>
                <w:b/>
                <w:color w:val="FFFFFF" w:themeColor="background1"/>
                <w:sz w:val="20"/>
                <w:szCs w:val="20"/>
              </w:rPr>
              <w:t>QUELLE</w:t>
            </w:r>
          </w:p>
        </w:tc>
      </w:tr>
      <w:tr w:rsidR="004F4978" w14:paraId="0A2EE85B" w14:textId="77777777" w:rsidTr="004F4978">
        <w:trPr>
          <w:trHeight w:val="2601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655C525B" w14:textId="3D2DE45C" w:rsidR="00104446" w:rsidRDefault="00A938B2" w:rsidP="0018526C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249E6AFA" wp14:editId="6AD5709D">
                  <wp:extent cx="2032000" cy="1354759"/>
                  <wp:effectExtent l="0" t="0" r="0" b="4445"/>
                  <wp:docPr id="107944989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79449893" name="Grafik 1079449893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44881" cy="136334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21D04BC5" w14:textId="3BA92E50" w:rsidR="00104446" w:rsidRPr="004F4978" w:rsidRDefault="00FD0AC7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FD0AC7">
              <w:rPr>
                <w:color w:val="002364"/>
                <w:sz w:val="20"/>
                <w:szCs w:val="20"/>
              </w:rPr>
              <w:t>GEZE präsentiert auf d</w:t>
            </w:r>
            <w:r w:rsidR="000F7912">
              <w:rPr>
                <w:color w:val="002364"/>
                <w:sz w:val="20"/>
                <w:szCs w:val="20"/>
              </w:rPr>
              <w:t xml:space="preserve">en </w:t>
            </w:r>
            <w:proofErr w:type="spellStart"/>
            <w:r w:rsidR="000F7912">
              <w:rPr>
                <w:color w:val="002364"/>
                <w:sz w:val="20"/>
                <w:szCs w:val="20"/>
              </w:rPr>
              <w:t>VdS</w:t>
            </w:r>
            <w:proofErr w:type="spellEnd"/>
            <w:r w:rsidR="000F7912">
              <w:rPr>
                <w:color w:val="002364"/>
                <w:sz w:val="20"/>
                <w:szCs w:val="20"/>
              </w:rPr>
              <w:t xml:space="preserve"> </w:t>
            </w:r>
            <w:proofErr w:type="spellStart"/>
            <w:r w:rsidR="000F7912">
              <w:rPr>
                <w:color w:val="002364"/>
                <w:sz w:val="20"/>
                <w:szCs w:val="20"/>
              </w:rPr>
              <w:t>Brand</w:t>
            </w:r>
            <w:r w:rsidR="006726D6">
              <w:rPr>
                <w:color w:val="002364"/>
                <w:sz w:val="20"/>
                <w:szCs w:val="20"/>
              </w:rPr>
              <w:t>S</w:t>
            </w:r>
            <w:r w:rsidR="000F7912">
              <w:rPr>
                <w:color w:val="002364"/>
                <w:sz w:val="20"/>
                <w:szCs w:val="20"/>
              </w:rPr>
              <w:t>chutz</w:t>
            </w:r>
            <w:r w:rsidR="006726D6">
              <w:rPr>
                <w:color w:val="002364"/>
                <w:sz w:val="20"/>
                <w:szCs w:val="20"/>
              </w:rPr>
              <w:t>T</w:t>
            </w:r>
            <w:r w:rsidR="000F7912">
              <w:rPr>
                <w:color w:val="002364"/>
                <w:sz w:val="20"/>
                <w:szCs w:val="20"/>
              </w:rPr>
              <w:t>agen</w:t>
            </w:r>
            <w:proofErr w:type="spellEnd"/>
            <w:r w:rsidR="000F7912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am </w:t>
            </w:r>
            <w:r w:rsidR="000F7912">
              <w:rPr>
                <w:color w:val="002364"/>
                <w:sz w:val="20"/>
                <w:szCs w:val="20"/>
              </w:rPr>
              <w:t>3</w:t>
            </w:r>
            <w:r>
              <w:rPr>
                <w:color w:val="002364"/>
                <w:sz w:val="20"/>
                <w:szCs w:val="20"/>
              </w:rPr>
              <w:t xml:space="preserve">. und </w:t>
            </w:r>
            <w:r w:rsidR="000F7912">
              <w:rPr>
                <w:color w:val="002364"/>
                <w:sz w:val="20"/>
                <w:szCs w:val="20"/>
              </w:rPr>
              <w:t>4</w:t>
            </w:r>
            <w:r>
              <w:rPr>
                <w:color w:val="002364"/>
                <w:sz w:val="20"/>
                <w:szCs w:val="20"/>
              </w:rPr>
              <w:t xml:space="preserve">. </w:t>
            </w:r>
            <w:r w:rsidR="000F7912">
              <w:rPr>
                <w:color w:val="002364"/>
                <w:sz w:val="20"/>
                <w:szCs w:val="20"/>
              </w:rPr>
              <w:t xml:space="preserve">Dezember </w:t>
            </w:r>
            <w:r w:rsidRPr="00FD0AC7">
              <w:rPr>
                <w:color w:val="002364"/>
                <w:sz w:val="20"/>
                <w:szCs w:val="20"/>
              </w:rPr>
              <w:t>ein</w:t>
            </w:r>
            <w:r>
              <w:rPr>
                <w:color w:val="002364"/>
                <w:sz w:val="20"/>
                <w:szCs w:val="20"/>
              </w:rPr>
              <w:t>e</w:t>
            </w:r>
            <w:r w:rsidRPr="00FD0AC7">
              <w:rPr>
                <w:color w:val="002364"/>
                <w:sz w:val="20"/>
                <w:szCs w:val="20"/>
              </w:rPr>
              <w:t xml:space="preserve"> RWA</w:t>
            </w:r>
            <w:r w:rsidR="00C52358">
              <w:rPr>
                <w:color w:val="002364"/>
                <w:sz w:val="20"/>
                <w:szCs w:val="20"/>
              </w:rPr>
              <w:t>-</w:t>
            </w:r>
            <w:proofErr w:type="spellStart"/>
            <w:r w:rsidRPr="00FD0AC7">
              <w:rPr>
                <w:color w:val="002364"/>
                <w:sz w:val="20"/>
                <w:szCs w:val="20"/>
              </w:rPr>
              <w:t>Zuluftsystem</w:t>
            </w:r>
            <w:proofErr w:type="spellEnd"/>
            <w:r w:rsidRPr="00FD0AC7">
              <w:rPr>
                <w:color w:val="002364"/>
                <w:sz w:val="20"/>
                <w:szCs w:val="20"/>
              </w:rPr>
              <w:t xml:space="preserve"> </w:t>
            </w:r>
            <w:r>
              <w:rPr>
                <w:color w:val="002364"/>
                <w:sz w:val="20"/>
                <w:szCs w:val="20"/>
              </w:rPr>
              <w:t xml:space="preserve">Gesamtlösung und Lösungen zur Gebäudeautomation. 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4EF78ED2" w14:textId="17515F7C" w:rsidR="00104446" w:rsidRPr="00104446" w:rsidRDefault="007576C2" w:rsidP="00BD0F82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978" w14:paraId="64F64A92" w14:textId="77777777" w:rsidTr="004F4978">
        <w:trPr>
          <w:trHeight w:val="2973"/>
        </w:trPr>
        <w:tc>
          <w:tcPr>
            <w:tcW w:w="4457" w:type="dxa"/>
            <w:tcBorders>
              <w:top w:val="single" w:sz="8" w:space="0" w:color="E0E1DA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3DE1E046" w14:textId="03DB3B39" w:rsidR="00862803" w:rsidRDefault="004F4978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0C7BAA57" wp14:editId="6D2C253E">
                  <wp:extent cx="2500762" cy="1449421"/>
                  <wp:effectExtent l="0" t="0" r="1270" b="0"/>
                  <wp:docPr id="767835737" name="Grafik 2" descr="Ein Bild, das Licht,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67835737" name="Grafik 2" descr="Ein Bild, das Licht, Design enthält.&#10;&#10;KI-generierte Inhalte können fehlerhaft sein.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09322" cy="145438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single" w:sz="8" w:space="0" w:color="E0E1DA"/>
              <w:right w:val="nil"/>
            </w:tcBorders>
            <w:shd w:val="clear" w:color="auto" w:fill="FFFFFF" w:themeFill="background1"/>
            <w:vAlign w:val="center"/>
          </w:tcPr>
          <w:p w14:paraId="1D65C3EF" w14:textId="6D79FFBD" w:rsidR="00862803" w:rsidRPr="004F4978" w:rsidRDefault="004F4978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4F4978">
              <w:rPr>
                <w:color w:val="002364"/>
                <w:sz w:val="20"/>
                <w:szCs w:val="20"/>
              </w:rPr>
              <w:t>Mit dem aktuellen Softwareupdate wurde der Funktionsumfang des GEZE Powerturn F/R nochmals erweitert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single" w:sz="8" w:space="0" w:color="E0E1DA"/>
            </w:tcBorders>
            <w:shd w:val="clear" w:color="auto" w:fill="FFFFFF" w:themeFill="background1"/>
            <w:vAlign w:val="center"/>
          </w:tcPr>
          <w:p w14:paraId="641A6DE1" w14:textId="573094B1" w:rsidR="00862803" w:rsidRPr="00104446" w:rsidRDefault="004F497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978" w14:paraId="2335D82A" w14:textId="77777777" w:rsidTr="004F4978">
        <w:trPr>
          <w:trHeight w:val="3253"/>
        </w:trPr>
        <w:tc>
          <w:tcPr>
            <w:tcW w:w="4457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5797AA37" w14:textId="11B88291" w:rsidR="00862803" w:rsidRDefault="004F4978" w:rsidP="00862803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6E75A3F4" wp14:editId="173EFFF4">
                  <wp:extent cx="2078181" cy="1467451"/>
                  <wp:effectExtent l="0" t="0" r="5080" b="6350"/>
                  <wp:docPr id="846790428" name="Grafik 3" descr="Ein Bild, das Rechteck, Gebäude, drauße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6790428" name="Grafik 3" descr="Ein Bild, das Rechteck, Gebäude, draußen enthält.&#10;&#10;KI-generierte Inhalte können fehlerhaft sein.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1347" cy="14838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7069DE63" w14:textId="389729D4" w:rsidR="00862803" w:rsidRPr="004F4978" w:rsidRDefault="004F4978" w:rsidP="00862803">
            <w:pPr>
              <w:rPr>
                <w:rFonts w:cs="Arial"/>
                <w:color w:val="002364"/>
                <w:sz w:val="20"/>
                <w:szCs w:val="20"/>
              </w:rPr>
            </w:pPr>
            <w:r w:rsidRPr="004F4978">
              <w:rPr>
                <w:color w:val="002364"/>
                <w:sz w:val="20"/>
                <w:szCs w:val="20"/>
              </w:rPr>
              <w:t xml:space="preserve">Die GC Lock Control SHEV </w:t>
            </w:r>
            <w:r>
              <w:rPr>
                <w:color w:val="002364"/>
                <w:sz w:val="20"/>
                <w:szCs w:val="20"/>
              </w:rPr>
              <w:t xml:space="preserve">verbindet alle </w:t>
            </w:r>
            <w:r w:rsidRPr="004F4978">
              <w:rPr>
                <w:color w:val="002364"/>
                <w:sz w:val="20"/>
                <w:szCs w:val="20"/>
              </w:rPr>
              <w:t xml:space="preserve">Systembestandteile miteinander und </w:t>
            </w:r>
            <w:r>
              <w:rPr>
                <w:color w:val="002364"/>
                <w:sz w:val="20"/>
                <w:szCs w:val="20"/>
              </w:rPr>
              <w:t xml:space="preserve">ermöglicht </w:t>
            </w:r>
            <w:r w:rsidRPr="004F4978">
              <w:rPr>
                <w:color w:val="002364"/>
                <w:sz w:val="20"/>
                <w:szCs w:val="20"/>
              </w:rPr>
              <w:t>die Realisierung verschiedener RWA-</w:t>
            </w:r>
            <w:proofErr w:type="spellStart"/>
            <w:r w:rsidRPr="004F4978">
              <w:rPr>
                <w:color w:val="002364"/>
                <w:sz w:val="20"/>
                <w:szCs w:val="20"/>
              </w:rPr>
              <w:t>Zuluftlösungen</w:t>
            </w:r>
            <w:proofErr w:type="spellEnd"/>
            <w:r w:rsidRPr="004F4978">
              <w:rPr>
                <w:color w:val="002364"/>
                <w:sz w:val="20"/>
                <w:szCs w:val="20"/>
              </w:rPr>
              <w:t xml:space="preserve"> an einer Tür</w:t>
            </w:r>
            <w:r>
              <w:rPr>
                <w:color w:val="002364"/>
                <w:sz w:val="20"/>
                <w:szCs w:val="20"/>
              </w:rPr>
              <w:t>.</w:t>
            </w:r>
          </w:p>
        </w:tc>
        <w:tc>
          <w:tcPr>
            <w:tcW w:w="168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28857713" w14:textId="176EBE1E" w:rsidR="00862803" w:rsidRPr="00104446" w:rsidRDefault="004F4978" w:rsidP="00862803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  <w:tr w:rsidR="004F4978" w14:paraId="49BE925E" w14:textId="77777777" w:rsidTr="004F497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</w:tblPrEx>
        <w:trPr>
          <w:trHeight w:val="3253"/>
        </w:trPr>
        <w:tc>
          <w:tcPr>
            <w:tcW w:w="4457" w:type="dxa"/>
            <w:tcBorders>
              <w:top w:val="nil"/>
              <w:left w:val="nil"/>
              <w:bottom w:val="nil"/>
              <w:right w:val="nil"/>
            </w:tcBorders>
          </w:tcPr>
          <w:p w14:paraId="77FE50B1" w14:textId="08D774F5" w:rsidR="004F4978" w:rsidRDefault="006726D6" w:rsidP="0033577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drawing>
                <wp:inline distT="0" distB="0" distL="0" distR="0" wp14:anchorId="4CAE8530" wp14:editId="48AFB1A6">
                  <wp:extent cx="2253672" cy="1499381"/>
                  <wp:effectExtent l="0" t="0" r="0" b="0"/>
                  <wp:docPr id="790130687" name="Grafik 3" descr="Ein Bild, das Design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90130687" name="Grafik 3" descr="Ein Bild, das Design enthält.&#10;&#10;KI-generierte Inhalte können fehlerhaft sein.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84777" cy="15200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24" w:type="dxa"/>
            <w:tcBorders>
              <w:top w:val="nil"/>
              <w:left w:val="nil"/>
              <w:bottom w:val="nil"/>
              <w:right w:val="nil"/>
            </w:tcBorders>
          </w:tcPr>
          <w:p w14:paraId="726A8963" w14:textId="0541070E" w:rsidR="004F4978" w:rsidRPr="004F4978" w:rsidRDefault="00FD0AC7" w:rsidP="00335776">
            <w:pPr>
              <w:rPr>
                <w:rFonts w:cs="Arial"/>
                <w:color w:val="002364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 xml:space="preserve">Mit der neuen </w:t>
            </w:r>
            <w:proofErr w:type="spellStart"/>
            <w:r>
              <w:rPr>
                <w:color w:val="002364"/>
                <w:sz w:val="20"/>
                <w:szCs w:val="20"/>
              </w:rPr>
              <w:t>Türschließergeneration</w:t>
            </w:r>
            <w:proofErr w:type="spellEnd"/>
            <w:r>
              <w:rPr>
                <w:color w:val="002364"/>
                <w:sz w:val="20"/>
                <w:szCs w:val="20"/>
              </w:rPr>
              <w:t xml:space="preserve"> TS 7000 reagiert GEZE auf stetig steigende Anforderungen an Komfort, Sicherheit und Barrierefreiheit.</w:t>
            </w:r>
            <w:r w:rsidRPr="00FD0AC7">
              <w:rPr>
                <w:color w:val="002364"/>
                <w:sz w:val="20"/>
                <w:szCs w:val="20"/>
              </w:rPr>
              <w:t xml:space="preserve"> </w:t>
            </w:r>
          </w:p>
        </w:tc>
        <w:tc>
          <w:tcPr>
            <w:tcW w:w="1683" w:type="dxa"/>
            <w:tcBorders>
              <w:top w:val="nil"/>
              <w:left w:val="nil"/>
              <w:bottom w:val="nil"/>
              <w:right w:val="nil"/>
            </w:tcBorders>
          </w:tcPr>
          <w:p w14:paraId="7C259B2A" w14:textId="2748D009" w:rsidR="004F4978" w:rsidRPr="00104446" w:rsidRDefault="004F4978" w:rsidP="0033577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3B288F0" w14:textId="77777777" w:rsidR="008F511E" w:rsidRDefault="008F511E" w:rsidP="00095819">
      <w:pPr>
        <w:rPr>
          <w:lang w:val="en-GB"/>
        </w:rPr>
      </w:pPr>
    </w:p>
    <w:tbl>
      <w:tblPr>
        <w:tblStyle w:val="Tabellenraster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single" w:sz="8" w:space="0" w:color="E0E1DA"/>
          <w:insideV w:val="single" w:sz="8" w:space="0" w:color="E0E1DA"/>
        </w:tblBorders>
        <w:shd w:val="clear" w:color="auto" w:fill="E0E1DA"/>
        <w:tblLook w:val="04A0" w:firstRow="1" w:lastRow="0" w:firstColumn="1" w:lastColumn="0" w:noHBand="0" w:noVBand="1"/>
      </w:tblPr>
      <w:tblGrid>
        <w:gridCol w:w="4219"/>
        <w:gridCol w:w="3469"/>
        <w:gridCol w:w="1776"/>
      </w:tblGrid>
      <w:tr w:rsidR="004F4978" w14:paraId="2B87D6EE" w14:textId="77777777" w:rsidTr="00335776">
        <w:trPr>
          <w:trHeight w:val="3253"/>
        </w:trPr>
        <w:tc>
          <w:tcPr>
            <w:tcW w:w="4032" w:type="dxa"/>
            <w:tcBorders>
              <w:top w:val="single" w:sz="8" w:space="0" w:color="E0E1DA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1850A484" w14:textId="48213DB7" w:rsidR="004F4978" w:rsidRDefault="004F4978" w:rsidP="00335776">
            <w:pPr>
              <w:jc w:val="center"/>
              <w:rPr>
                <w:rFonts w:cs="Arial"/>
                <w:color w:val="44546A" w:themeColor="text2"/>
              </w:rPr>
            </w:pPr>
            <w:r>
              <w:rPr>
                <w:rFonts w:cs="Arial"/>
                <w:noProof/>
                <w:color w:val="44546A" w:themeColor="text2"/>
              </w:rPr>
              <w:lastRenderedPageBreak/>
              <w:drawing>
                <wp:inline distT="0" distB="0" distL="0" distR="0" wp14:anchorId="4C847E82" wp14:editId="4A58FA3B">
                  <wp:extent cx="2542074" cy="1429896"/>
                  <wp:effectExtent l="0" t="0" r="0" b="5715"/>
                  <wp:docPr id="175462607" name="Grafik 5" descr="Ein Bild, das Text, Computer, Screenshot, Computermonitor enthält.&#10;&#10;KI-generierte Inhalte können fehlerhaft sein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5462607" name="Grafik 5" descr="Ein Bild, das Text, Computer, Screenshot, Computermonitor enthält.&#10;&#10;KI-generierte Inhalte können fehlerhaft sein.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68868" cy="14449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9" w:type="dxa"/>
            <w:tcBorders>
              <w:top w:val="single" w:sz="8" w:space="0" w:color="E0E1DA"/>
              <w:left w:val="nil"/>
              <w:bottom w:val="nil"/>
              <w:right w:val="nil"/>
            </w:tcBorders>
            <w:shd w:val="clear" w:color="auto" w:fill="FFFFFF" w:themeFill="background1"/>
            <w:vAlign w:val="center"/>
          </w:tcPr>
          <w:p w14:paraId="68C41053" w14:textId="44152529" w:rsidR="004F4978" w:rsidRPr="004F4978" w:rsidRDefault="004F4978" w:rsidP="00335776">
            <w:pPr>
              <w:rPr>
                <w:rFonts w:cs="Arial"/>
                <w:color w:val="002364"/>
                <w:sz w:val="20"/>
                <w:szCs w:val="20"/>
              </w:rPr>
            </w:pPr>
            <w:r w:rsidRPr="004F4978">
              <w:rPr>
                <w:color w:val="002364"/>
                <w:sz w:val="20"/>
                <w:szCs w:val="20"/>
              </w:rPr>
              <w:t>Automatisierte Tür- und Fensterlösungen</w:t>
            </w:r>
            <w:r>
              <w:rPr>
                <w:color w:val="002364"/>
                <w:sz w:val="20"/>
                <w:szCs w:val="20"/>
              </w:rPr>
              <w:t xml:space="preserve"> </w:t>
            </w:r>
            <w:r w:rsidRPr="004F4978">
              <w:rPr>
                <w:color w:val="002364"/>
                <w:sz w:val="20"/>
                <w:szCs w:val="20"/>
              </w:rPr>
              <w:t xml:space="preserve">lassen sich über </w:t>
            </w:r>
            <w:proofErr w:type="spellStart"/>
            <w:r w:rsidRPr="004F4978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4F4978">
              <w:rPr>
                <w:color w:val="002364"/>
                <w:sz w:val="20"/>
                <w:szCs w:val="20"/>
              </w:rPr>
              <w:t xml:space="preserve"> Control vernetzen</w:t>
            </w:r>
            <w:r>
              <w:rPr>
                <w:color w:val="002364"/>
                <w:sz w:val="20"/>
                <w:szCs w:val="20"/>
              </w:rPr>
              <w:t xml:space="preserve"> und </w:t>
            </w:r>
            <w:r w:rsidRPr="004F4978">
              <w:rPr>
                <w:color w:val="002364"/>
                <w:sz w:val="20"/>
                <w:szCs w:val="20"/>
              </w:rPr>
              <w:t xml:space="preserve">über </w:t>
            </w:r>
            <w:proofErr w:type="spellStart"/>
            <w:r w:rsidRPr="004F4978">
              <w:rPr>
                <w:color w:val="002364"/>
                <w:sz w:val="20"/>
                <w:szCs w:val="20"/>
              </w:rPr>
              <w:t>myGEZE</w:t>
            </w:r>
            <w:proofErr w:type="spellEnd"/>
            <w:r w:rsidRPr="004F4978">
              <w:rPr>
                <w:color w:val="002364"/>
                <w:sz w:val="20"/>
                <w:szCs w:val="20"/>
              </w:rPr>
              <w:t xml:space="preserve"> Visu visualisi</w:t>
            </w:r>
            <w:r w:rsidR="00FD0AC7">
              <w:rPr>
                <w:color w:val="002364"/>
                <w:sz w:val="20"/>
                <w:szCs w:val="20"/>
              </w:rPr>
              <w:t>eren,</w:t>
            </w:r>
            <w:r w:rsidRPr="004F4978">
              <w:rPr>
                <w:color w:val="002364"/>
                <w:sz w:val="20"/>
                <w:szCs w:val="20"/>
              </w:rPr>
              <w:t xml:space="preserve"> überwach</w:t>
            </w:r>
            <w:r w:rsidR="00FD0AC7">
              <w:rPr>
                <w:color w:val="002364"/>
                <w:sz w:val="20"/>
                <w:szCs w:val="20"/>
              </w:rPr>
              <w:t>en</w:t>
            </w:r>
            <w:r w:rsidRPr="004F4978">
              <w:rPr>
                <w:color w:val="002364"/>
                <w:sz w:val="20"/>
                <w:szCs w:val="20"/>
              </w:rPr>
              <w:t xml:space="preserve"> und </w:t>
            </w:r>
            <w:r w:rsidR="00FD0AC7">
              <w:rPr>
                <w:color w:val="002364"/>
                <w:sz w:val="20"/>
                <w:szCs w:val="20"/>
              </w:rPr>
              <w:t>steuern.</w:t>
            </w:r>
          </w:p>
        </w:tc>
        <w:tc>
          <w:tcPr>
            <w:tcW w:w="1843" w:type="dxa"/>
            <w:tcBorders>
              <w:top w:val="single" w:sz="8" w:space="0" w:color="E0E1DA"/>
              <w:left w:val="nil"/>
              <w:bottom w:val="nil"/>
            </w:tcBorders>
            <w:shd w:val="clear" w:color="auto" w:fill="FFFFFF" w:themeFill="background1"/>
            <w:vAlign w:val="center"/>
          </w:tcPr>
          <w:p w14:paraId="44B33F15" w14:textId="5071A411" w:rsidR="004F4978" w:rsidRPr="00104446" w:rsidRDefault="004F4978" w:rsidP="00335776">
            <w:pPr>
              <w:jc w:val="center"/>
              <w:rPr>
                <w:rFonts w:cs="Arial"/>
                <w:color w:val="44546A" w:themeColor="text2"/>
                <w:sz w:val="20"/>
                <w:szCs w:val="20"/>
              </w:rPr>
            </w:pPr>
            <w:r>
              <w:rPr>
                <w:color w:val="002364"/>
                <w:sz w:val="20"/>
                <w:szCs w:val="20"/>
              </w:rPr>
              <w:t>GEZE GmbH</w:t>
            </w:r>
          </w:p>
        </w:tc>
      </w:tr>
    </w:tbl>
    <w:p w14:paraId="6BD65390" w14:textId="77777777" w:rsidR="004F4978" w:rsidRPr="008F511E" w:rsidRDefault="004F4978" w:rsidP="00095819">
      <w:pPr>
        <w:rPr>
          <w:lang w:val="en-GB"/>
        </w:rPr>
      </w:pPr>
    </w:p>
    <w:sectPr w:rsidR="004F4978" w:rsidRPr="008F511E" w:rsidSect="00AF4685">
      <w:headerReference w:type="default" r:id="rId15"/>
      <w:headerReference w:type="first" r:id="rId16"/>
      <w:pgSz w:w="11906" w:h="16838" w:code="9"/>
      <w:pgMar w:top="5165" w:right="3119" w:bottom="1418" w:left="1418" w:header="709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9B3289" w14:textId="77777777" w:rsidR="00583BBF" w:rsidRDefault="00583BBF" w:rsidP="008D6134">
      <w:pPr>
        <w:spacing w:line="240" w:lineRule="auto"/>
      </w:pPr>
      <w:r>
        <w:separator/>
      </w:r>
    </w:p>
  </w:endnote>
  <w:endnote w:type="continuationSeparator" w:id="0">
    <w:p w14:paraId="16484DF8" w14:textId="77777777" w:rsidR="00583BBF" w:rsidRDefault="00583BBF" w:rsidP="008D61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E3691" w14:textId="77777777" w:rsidR="00583BBF" w:rsidRDefault="00583BBF" w:rsidP="008D6134">
      <w:pPr>
        <w:spacing w:line="240" w:lineRule="auto"/>
      </w:pPr>
      <w:r>
        <w:separator/>
      </w:r>
    </w:p>
  </w:footnote>
  <w:footnote w:type="continuationSeparator" w:id="0">
    <w:p w14:paraId="787DB429" w14:textId="77777777" w:rsidR="00583BBF" w:rsidRDefault="00583BBF" w:rsidP="008D613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einfach"/>
      <w:tblpPr w:leftFromText="142" w:rightFromText="142" w:vertAnchor="page" w:tblpY="2796"/>
      <w:tblW w:w="0" w:type="auto"/>
      <w:tblLook w:val="04A0" w:firstRow="1" w:lastRow="0" w:firstColumn="1" w:lastColumn="0" w:noHBand="0" w:noVBand="1"/>
    </w:tblPr>
    <w:tblGrid>
      <w:gridCol w:w="7359"/>
    </w:tblGrid>
    <w:tr w:rsidR="005A4E09" w:rsidRPr="006A66F9" w14:paraId="539B962A" w14:textId="77777777" w:rsidTr="00B556B7">
      <w:trPr>
        <w:trHeight w:hRule="exact" w:val="204"/>
      </w:trPr>
      <w:tc>
        <w:tcPr>
          <w:tcW w:w="7359" w:type="dxa"/>
          <w:tcMar>
            <w:bottom w:w="45" w:type="dxa"/>
          </w:tcMar>
        </w:tcPr>
        <w:p w14:paraId="3E72C27A" w14:textId="77777777" w:rsidR="005A4E09" w:rsidRPr="007C2C48" w:rsidRDefault="0053157C" w:rsidP="00B556B7">
          <w:pPr>
            <w:pStyle w:val="Absender"/>
            <w:framePr w:hSpace="0" w:wrap="auto" w:vAnchor="margin" w:hAnchor="text" w:yAlign="inline"/>
          </w:pPr>
          <w:r>
            <w:rPr>
              <w:rStyle w:val="Auszeichnung"/>
            </w:rPr>
            <w:t>GEZE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>
            <w:t xml:space="preserve"> </w:t>
          </w:r>
          <w:r w:rsidRPr="005A4E09">
            <w:t>Communication</w:t>
          </w:r>
          <w:r>
            <w:t>s</w:t>
          </w:r>
        </w:p>
      </w:tc>
    </w:tr>
    <w:tr w:rsidR="00742404" w14:paraId="2429402E" w14:textId="77777777" w:rsidTr="00B556B7">
      <w:trPr>
        <w:trHeight w:hRule="exact" w:val="425"/>
      </w:trPr>
      <w:tc>
        <w:tcPr>
          <w:tcW w:w="7359" w:type="dxa"/>
          <w:tcMar>
            <w:top w:w="210" w:type="dxa"/>
            <w:bottom w:w="57" w:type="dxa"/>
          </w:tcMar>
        </w:tcPr>
        <w:p w14:paraId="12DCACEA" w14:textId="77777777" w:rsidR="00742404" w:rsidRDefault="00752C8E" w:rsidP="00B556B7">
          <w:pPr>
            <w:pStyle w:val="DokumenttypFolgeseiten"/>
            <w:framePr w:hSpace="0" w:wrap="auto" w:vAnchor="margin" w:yAlign="inline"/>
          </w:pPr>
          <w:r>
            <w:fldChar w:fldCharType="begin"/>
          </w:r>
          <w:r>
            <w:instrText xml:space="preserve"> REF  BM_Dokumenttyp </w:instrText>
          </w:r>
          <w:r w:rsidR="00025DF7">
            <w:instrText xml:space="preserve"> \* MERGEFORMAT </w:instrText>
          </w:r>
          <w:r>
            <w:fldChar w:fldCharType="separate"/>
          </w:r>
          <w:r w:rsidR="004F4978" w:rsidRPr="008B572B">
            <w:t>Presse</w:t>
          </w:r>
          <w:r>
            <w:fldChar w:fldCharType="end"/>
          </w:r>
          <w:r w:rsidR="00695278">
            <w:t>fotos</w:t>
          </w:r>
        </w:p>
        <w:p w14:paraId="36E256D0" w14:textId="77777777" w:rsidR="008A2F5C" w:rsidRPr="00C65692" w:rsidRDefault="008A2F5C" w:rsidP="00B556B7">
          <w:pPr>
            <w:pStyle w:val="DokumenttypFolgeseiten"/>
            <w:framePr w:hSpace="0" w:wrap="auto" w:vAnchor="margin" w:yAlign="inline"/>
          </w:pPr>
          <w:r>
            <w:t>Ü</w:t>
          </w:r>
        </w:p>
      </w:tc>
    </w:tr>
    <w:tr w:rsidR="00742404" w:rsidRPr="008A2F5C" w14:paraId="7802BA71" w14:textId="77777777" w:rsidTr="00B556B7">
      <w:trPr>
        <w:trHeight w:hRule="exact" w:val="215"/>
      </w:trPr>
      <w:tc>
        <w:tcPr>
          <w:tcW w:w="7359" w:type="dxa"/>
        </w:tcPr>
        <w:p w14:paraId="5D8FFDA6" w14:textId="7F8C459A" w:rsidR="00F15040" w:rsidRPr="008A2F5C" w:rsidRDefault="00C65692" w:rsidP="00B556B7">
          <w:pPr>
            <w:pStyle w:val="DatumFolgeseiten"/>
            <w:framePr w:hSpace="0" w:wrap="auto" w:vAnchor="margin" w:yAlign="inline"/>
          </w:pPr>
          <w:r w:rsidRPr="008A2F5C">
            <w:t xml:space="preserve">vom </w:t>
          </w:r>
          <w:sdt>
            <w:sdtPr>
              <w:alias w:val="Veröffentlichungsdatum"/>
              <w:tag w:val=""/>
              <w:id w:val="-575285875"/>
              <w:lock w:val="sdtLocked"/>
              <w:dataBinding w:prefixMappings="xmlns:ns0='http://schemas.microsoft.com/office/2006/coverPageProps' " w:xpath="/ns0:CoverPageProperties[1]/ns0:PublishDate[1]" w:storeItemID="{55AF091B-3C7A-41E3-B477-F2FDAA23CFDA}"/>
              <w:date w:fullDate="2025-11-06T00:00:00Z">
                <w:dateFormat w:val="dd.MM.yyyy"/>
                <w:lid w:val="de-DE"/>
                <w:storeMappedDataAs w:val="dateTime"/>
                <w:calendar w:val="gregorian"/>
              </w:date>
            </w:sdtPr>
            <w:sdtContent>
              <w:r w:rsidR="000F7912">
                <w:t>06.11.2025</w:t>
              </w:r>
            </w:sdtContent>
          </w:sdt>
        </w:p>
      </w:tc>
    </w:tr>
  </w:tbl>
  <w:p w14:paraId="1BB78BE5" w14:textId="77777777" w:rsidR="00FD4D3A" w:rsidRPr="00A2525B" w:rsidRDefault="00FD4D3A" w:rsidP="00782B4B">
    <w:pPr>
      <w:pStyle w:val="SeitenangabeAktuell"/>
      <w:framePr w:wrap="around" w:x="10205" w:y="5212"/>
    </w:pPr>
    <w:r w:rsidRPr="00A2525B">
      <w:fldChar w:fldCharType="begin"/>
    </w:r>
    <w:r w:rsidRPr="00A2525B">
      <w:instrText xml:space="preserve"> PAGE  \* Arabic  \* MERGEFORMAT </w:instrText>
    </w:r>
    <w:r w:rsidRPr="00A2525B">
      <w:fldChar w:fldCharType="separate"/>
    </w:r>
    <w:r w:rsidR="00BD0F82">
      <w:rPr>
        <w:noProof/>
      </w:rPr>
      <w:t>2</w:t>
    </w:r>
    <w:r w:rsidRPr="00A2525B">
      <w:fldChar w:fldCharType="end"/>
    </w:r>
    <w:r w:rsidR="003C69DE" w:rsidRPr="00782B4B">
      <w:rPr>
        <w:sz w:val="9"/>
        <w:szCs w:val="9"/>
      </w:rPr>
      <w:t xml:space="preserve">  </w:t>
    </w:r>
    <w:r w:rsidR="00501A06" w:rsidRPr="0053157C">
      <w:rPr>
        <w:rStyle w:val="KontaktPipe"/>
        <w:b/>
        <w:position w:val="-2"/>
        <w:sz w:val="18"/>
        <w:szCs w:val="18"/>
      </w:rPr>
      <w:t>I</w:t>
    </w:r>
    <w:r w:rsidR="00A2525B" w:rsidRPr="00782B4B">
      <w:rPr>
        <w:sz w:val="9"/>
        <w:szCs w:val="9"/>
      </w:rPr>
      <w:t xml:space="preserve"> </w:t>
    </w:r>
    <w:r w:rsidR="00454337" w:rsidRPr="00782B4B">
      <w:rPr>
        <w:sz w:val="9"/>
        <w:szCs w:val="9"/>
      </w:rPr>
      <w:t xml:space="preserve"> </w:t>
    </w:r>
    <w:r w:rsidR="00A2525B" w:rsidRPr="00372112">
      <w:rPr>
        <w:b w:val="0"/>
      </w:rPr>
      <w:fldChar w:fldCharType="begin"/>
    </w:r>
    <w:r w:rsidR="00A2525B" w:rsidRPr="00372112">
      <w:rPr>
        <w:b w:val="0"/>
      </w:rPr>
      <w:instrText xml:space="preserve"> NUMPAGES  \* Arabic  \* </w:instrText>
    </w:r>
    <w:r w:rsidR="00372112">
      <w:rPr>
        <w:b w:val="0"/>
      </w:rPr>
      <w:instrText>CHAR</w:instrText>
    </w:r>
    <w:r w:rsidR="00A2525B" w:rsidRPr="00372112">
      <w:rPr>
        <w:b w:val="0"/>
      </w:rPr>
      <w:instrText xml:space="preserve">FORMAT </w:instrText>
    </w:r>
    <w:r w:rsidR="00A2525B" w:rsidRPr="00372112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372112">
      <w:rPr>
        <w:b w:val="0"/>
      </w:rPr>
      <w:fldChar w:fldCharType="end"/>
    </w:r>
  </w:p>
  <w:p w14:paraId="6B7E99FE" w14:textId="77777777" w:rsidR="00742404" w:rsidRDefault="00D263AB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9504" behindDoc="1" locked="1" layoutInCell="1" allowOverlap="1" wp14:anchorId="50264F9E" wp14:editId="68C93AAF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EB708E" w14:textId="77777777" w:rsidR="00516727" w:rsidRPr="00A2525B" w:rsidRDefault="00516727" w:rsidP="00501A06">
    <w:pPr>
      <w:pStyle w:val="SeitenangabeAktuell"/>
      <w:framePr w:wrap="around"/>
    </w:pPr>
    <w:r w:rsidRPr="00A2525B">
      <w:rPr>
        <w:rStyle w:val="Auszeichnung"/>
        <w:b/>
      </w:rPr>
      <w:fldChar w:fldCharType="begin"/>
    </w:r>
    <w:r w:rsidRPr="00A2525B">
      <w:rPr>
        <w:rStyle w:val="Auszeichnung"/>
        <w:b/>
      </w:rPr>
      <w:instrText xml:space="preserve"> PAGE  \* Arabic  \* MERGEFORMAT </w:instrText>
    </w:r>
    <w:r w:rsidRPr="00A2525B">
      <w:rPr>
        <w:rStyle w:val="Auszeichnung"/>
        <w:b/>
      </w:rPr>
      <w:fldChar w:fldCharType="separate"/>
    </w:r>
    <w:r w:rsidR="00BD0F82">
      <w:rPr>
        <w:rStyle w:val="Auszeichnung"/>
        <w:b/>
        <w:noProof/>
      </w:rPr>
      <w:t>1</w:t>
    </w:r>
    <w:r w:rsidRPr="00A2525B">
      <w:rPr>
        <w:rStyle w:val="Auszeichnung"/>
        <w:b/>
      </w:rPr>
      <w:fldChar w:fldCharType="end"/>
    </w:r>
    <w:r w:rsidR="00782B4B" w:rsidRPr="00782B4B">
      <w:rPr>
        <w:sz w:val="9"/>
        <w:szCs w:val="9"/>
      </w:rPr>
      <w:t xml:space="preserve">  </w:t>
    </w:r>
    <w:r w:rsidR="0053157C" w:rsidRPr="0053157C">
      <w:rPr>
        <w:rStyle w:val="KontaktPipe"/>
        <w:b/>
        <w:position w:val="-2"/>
        <w:sz w:val="18"/>
        <w:szCs w:val="18"/>
      </w:rPr>
      <w:t>I</w:t>
    </w:r>
    <w:r w:rsidR="00782B4B" w:rsidRPr="00782B4B">
      <w:rPr>
        <w:sz w:val="9"/>
        <w:szCs w:val="9"/>
      </w:rPr>
      <w:t xml:space="preserve">  </w:t>
    </w:r>
    <w:r w:rsidR="00A2525B" w:rsidRPr="00A2525B">
      <w:rPr>
        <w:b w:val="0"/>
      </w:rPr>
      <w:fldChar w:fldCharType="begin"/>
    </w:r>
    <w:r w:rsidR="00A2525B" w:rsidRPr="00A2525B">
      <w:rPr>
        <w:b w:val="0"/>
      </w:rPr>
      <w:instrText xml:space="preserve"> NUMPAGES  \* Arabic  \* MERGEFORMAT </w:instrText>
    </w:r>
    <w:r w:rsidR="00A2525B" w:rsidRPr="00A2525B">
      <w:rPr>
        <w:b w:val="0"/>
      </w:rPr>
      <w:fldChar w:fldCharType="separate"/>
    </w:r>
    <w:r w:rsidR="00BD0F82">
      <w:rPr>
        <w:b w:val="0"/>
        <w:noProof/>
      </w:rPr>
      <w:t>2</w:t>
    </w:r>
    <w:r w:rsidR="00A2525B" w:rsidRPr="00A2525B">
      <w:rPr>
        <w:b w:val="0"/>
      </w:rPr>
      <w:fldChar w:fldCharType="end"/>
    </w:r>
  </w:p>
  <w:tbl>
    <w:tblPr>
      <w:tblStyle w:val="einfach"/>
      <w:tblpPr w:leftFromText="142" w:rightFromText="142" w:vertAnchor="page" w:horzAnchor="margin" w:tblpY="2802"/>
      <w:tblW w:w="7371" w:type="dxa"/>
      <w:tblLook w:val="04A0" w:firstRow="1" w:lastRow="0" w:firstColumn="1" w:lastColumn="0" w:noHBand="0" w:noVBand="1"/>
    </w:tblPr>
    <w:tblGrid>
      <w:gridCol w:w="7371"/>
    </w:tblGrid>
    <w:tr w:rsidR="005A4E09" w:rsidRPr="006A66F9" w14:paraId="53B52E22" w14:textId="77777777" w:rsidTr="005A529F">
      <w:trPr>
        <w:trHeight w:hRule="exact" w:val="198"/>
      </w:trPr>
      <w:tc>
        <w:tcPr>
          <w:tcW w:w="7371" w:type="dxa"/>
        </w:tcPr>
        <w:p w14:paraId="2749C271" w14:textId="77777777" w:rsidR="00C3654A" w:rsidRPr="005A4E09" w:rsidRDefault="00C3654A" w:rsidP="005A529F">
          <w:pPr>
            <w:pStyle w:val="Absender"/>
            <w:framePr w:hSpace="0" w:wrap="auto" w:vAnchor="margin" w:hAnchor="text" w:yAlign="inline"/>
          </w:pPr>
          <w:bookmarkStart w:id="0" w:name="BM_Firma"/>
          <w:r w:rsidRPr="005A4E09">
            <w:rPr>
              <w:rStyle w:val="Auszeichnung"/>
            </w:rPr>
            <w:t>G</w:t>
          </w:r>
          <w:r w:rsidR="00C405F5">
            <w:rPr>
              <w:rStyle w:val="Auszeichnung"/>
            </w:rPr>
            <w:t>EZE G</w:t>
          </w:r>
          <w:r w:rsidRPr="005A4E09">
            <w:rPr>
              <w:rStyle w:val="Auszeichnung"/>
            </w:rPr>
            <w:t>mbH</w:t>
          </w:r>
          <w:r w:rsidRPr="005A4E09">
            <w:t xml:space="preserve"> </w:t>
          </w:r>
          <w:r w:rsidR="005A529F" w:rsidRPr="0053157C">
            <w:rPr>
              <w:rStyle w:val="KontaktPipe"/>
              <w:position w:val="-2"/>
              <w:sz w:val="18"/>
              <w:szCs w:val="18"/>
            </w:rPr>
            <w:t>I</w:t>
          </w:r>
          <w:r w:rsidRPr="005A4E09">
            <w:t xml:space="preserve"> Corporate</w:t>
          </w:r>
          <w:r w:rsidR="007D4F8A">
            <w:t xml:space="preserve"> </w:t>
          </w:r>
          <w:r w:rsidR="007D4F8A" w:rsidRPr="005A4E09">
            <w:t>Communications</w:t>
          </w:r>
          <w:bookmarkEnd w:id="0"/>
        </w:p>
      </w:tc>
    </w:tr>
    <w:tr w:rsidR="005A4E09" w:rsidRPr="005A4E09" w14:paraId="6B73D22C" w14:textId="77777777" w:rsidTr="005A529F">
      <w:trPr>
        <w:trHeight w:val="765"/>
      </w:trPr>
      <w:tc>
        <w:tcPr>
          <w:tcW w:w="7371" w:type="dxa"/>
          <w:tcMar>
            <w:top w:w="204" w:type="dxa"/>
          </w:tcMar>
        </w:tcPr>
        <w:p w14:paraId="68B7BA52" w14:textId="77777777" w:rsidR="00C3654A" w:rsidRPr="008B572B" w:rsidRDefault="00C3654A" w:rsidP="00C222D9">
          <w:pPr>
            <w:pStyle w:val="Dokumenttyp"/>
            <w:framePr w:hSpace="0" w:wrap="auto" w:vAnchor="margin" w:hAnchor="text" w:yAlign="inline"/>
          </w:pPr>
          <w:bookmarkStart w:id="1" w:name="BM_Dokumenttyp"/>
          <w:r w:rsidRPr="008B572B">
            <w:t>Presse</w:t>
          </w:r>
          <w:bookmarkEnd w:id="1"/>
          <w:r w:rsidR="00C222D9">
            <w:t>fotos</w:t>
          </w:r>
        </w:p>
      </w:tc>
    </w:tr>
  </w:tbl>
  <w:p w14:paraId="5552E1E3" w14:textId="77777777" w:rsidR="00095819" w:rsidRDefault="0029378C">
    <w:pPr>
      <w:pStyle w:val="Kopfzeile"/>
    </w:pPr>
    <w:r>
      <w:rPr>
        <w:noProof/>
        <w:lang w:eastAsia="de-DE"/>
      </w:rPr>
      <w:drawing>
        <wp:anchor distT="0" distB="0" distL="114300" distR="114300" simplePos="0" relativeHeight="251667456" behindDoc="1" locked="1" layoutInCell="1" allowOverlap="1" wp14:anchorId="0ADD470F" wp14:editId="65FBCB1C">
          <wp:simplePos x="0" y="0"/>
          <wp:positionH relativeFrom="page">
            <wp:posOffset>5508625</wp:posOffset>
          </wp:positionH>
          <wp:positionV relativeFrom="page">
            <wp:posOffset>835025</wp:posOffset>
          </wp:positionV>
          <wp:extent cx="1396800" cy="522000"/>
          <wp:effectExtent l="0" t="0" r="0" b="0"/>
          <wp:wrapNone/>
          <wp:docPr id="10" name="Grafik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EZE_Logo_RGB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96800" cy="52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1" locked="1" layoutInCell="1" allowOverlap="1" wp14:anchorId="07ABE803" wp14:editId="68F071B6">
              <wp:simplePos x="0" y="0"/>
              <wp:positionH relativeFrom="page">
                <wp:posOffset>7416800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9" name="Rechteck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B26D167" id="Rechteck 9" o:spid="_x0000_s1026" style="position:absolute;margin-left:584pt;margin-top:226.8pt;width:11.35pt;height:158.7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" fillcolor="#fddc35" stroked="f" strokeweight="1pt">
              <w10:wrap anchorx="page" anchory="page"/>
              <w10:anchorlock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1" locked="1" layoutInCell="1" allowOverlap="1" wp14:anchorId="6B473CEA" wp14:editId="26F8C922">
              <wp:simplePos x="0" y="0"/>
              <wp:positionH relativeFrom="page">
                <wp:posOffset>0</wp:posOffset>
              </wp:positionH>
              <wp:positionV relativeFrom="page">
                <wp:posOffset>2880360</wp:posOffset>
              </wp:positionV>
              <wp:extent cx="144000" cy="2016000"/>
              <wp:effectExtent l="0" t="0" r="8890" b="3810"/>
              <wp:wrapNone/>
              <wp:docPr id="8" name="Rechteck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44000" cy="2016000"/>
                      </a:xfrm>
                      <a:prstGeom prst="rect">
                        <a:avLst/>
                      </a:prstGeom>
                      <a:solidFill>
                        <a:srgbClr val="FDDC35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9925096" id="Rechteck 8" o:spid="_x0000_s1026" style="position:absolute;margin-left:0;margin-top:226.8pt;width:11.35pt;height:158.7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" fillcolor="#fddc35" stroked="f" strokeweight="1pt">
              <w10:wrap anchorx="page" anchory="page"/>
              <w10:anchorlock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914F8"/>
    <w:multiLevelType w:val="multilevel"/>
    <w:tmpl w:val="04070023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pStyle w:val="berschrift2"/>
      <w:isLgl/>
      <w:lvlText w:val="Abschnitt %1.%2"/>
      <w:lvlJc w:val="left"/>
      <w:pPr>
        <w:ind w:left="0" w:firstLine="0"/>
      </w:pPr>
    </w:lvl>
    <w:lvl w:ilvl="2">
      <w:start w:val="1"/>
      <w:numFmt w:val="lowerLetter"/>
      <w:pStyle w:val="berschrift3"/>
      <w:lvlText w:val="(%3)"/>
      <w:lvlJc w:val="left"/>
      <w:pPr>
        <w:ind w:left="720" w:hanging="432"/>
      </w:pPr>
    </w:lvl>
    <w:lvl w:ilvl="3">
      <w:start w:val="1"/>
      <w:numFmt w:val="lowerRoman"/>
      <w:pStyle w:val="berschrift4"/>
      <w:lvlText w:val="(%4)"/>
      <w:lvlJc w:val="right"/>
      <w:pPr>
        <w:ind w:left="864" w:hanging="144"/>
      </w:pPr>
    </w:lvl>
    <w:lvl w:ilvl="4">
      <w:start w:val="1"/>
      <w:numFmt w:val="decimal"/>
      <w:pStyle w:val="berschrift5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3017680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7"/>
  <w:proofState w:spelling="clean" w:grammar="clean"/>
  <w:attachedTemplate r:id="rId1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978"/>
    <w:rsid w:val="0001564F"/>
    <w:rsid w:val="00025DF7"/>
    <w:rsid w:val="0005443A"/>
    <w:rsid w:val="00055891"/>
    <w:rsid w:val="00062822"/>
    <w:rsid w:val="0008169D"/>
    <w:rsid w:val="00094A49"/>
    <w:rsid w:val="00095819"/>
    <w:rsid w:val="000A3263"/>
    <w:rsid w:val="000B02C6"/>
    <w:rsid w:val="000B419B"/>
    <w:rsid w:val="000F7912"/>
    <w:rsid w:val="00104446"/>
    <w:rsid w:val="00110BB8"/>
    <w:rsid w:val="00113091"/>
    <w:rsid w:val="00115A24"/>
    <w:rsid w:val="001261D2"/>
    <w:rsid w:val="00126C06"/>
    <w:rsid w:val="00131D40"/>
    <w:rsid w:val="001673EE"/>
    <w:rsid w:val="001D1CA2"/>
    <w:rsid w:val="001F462D"/>
    <w:rsid w:val="00241027"/>
    <w:rsid w:val="002627A3"/>
    <w:rsid w:val="0029378C"/>
    <w:rsid w:val="002943FC"/>
    <w:rsid w:val="00295C6C"/>
    <w:rsid w:val="002A2B85"/>
    <w:rsid w:val="002D4EAE"/>
    <w:rsid w:val="003023FF"/>
    <w:rsid w:val="00362821"/>
    <w:rsid w:val="003660CB"/>
    <w:rsid w:val="00372112"/>
    <w:rsid w:val="00381993"/>
    <w:rsid w:val="003A1AEF"/>
    <w:rsid w:val="003A1C1B"/>
    <w:rsid w:val="003C69DE"/>
    <w:rsid w:val="003D37C3"/>
    <w:rsid w:val="003F7DD3"/>
    <w:rsid w:val="00420C17"/>
    <w:rsid w:val="00423060"/>
    <w:rsid w:val="00454337"/>
    <w:rsid w:val="004E1AAA"/>
    <w:rsid w:val="004F4978"/>
    <w:rsid w:val="00501A06"/>
    <w:rsid w:val="00512C05"/>
    <w:rsid w:val="00516727"/>
    <w:rsid w:val="00525290"/>
    <w:rsid w:val="0052628E"/>
    <w:rsid w:val="0053157C"/>
    <w:rsid w:val="00546F76"/>
    <w:rsid w:val="00551265"/>
    <w:rsid w:val="00575AEF"/>
    <w:rsid w:val="00576493"/>
    <w:rsid w:val="00583BBF"/>
    <w:rsid w:val="00590F61"/>
    <w:rsid w:val="00592597"/>
    <w:rsid w:val="005A4E09"/>
    <w:rsid w:val="005A529F"/>
    <w:rsid w:val="0060196E"/>
    <w:rsid w:val="00622BC3"/>
    <w:rsid w:val="006333E9"/>
    <w:rsid w:val="00650096"/>
    <w:rsid w:val="00661485"/>
    <w:rsid w:val="006726D6"/>
    <w:rsid w:val="00695278"/>
    <w:rsid w:val="006A66F9"/>
    <w:rsid w:val="00742404"/>
    <w:rsid w:val="0074360A"/>
    <w:rsid w:val="00750CB1"/>
    <w:rsid w:val="00752C8E"/>
    <w:rsid w:val="007576C2"/>
    <w:rsid w:val="00766514"/>
    <w:rsid w:val="00772A8A"/>
    <w:rsid w:val="00782B4B"/>
    <w:rsid w:val="00784F6A"/>
    <w:rsid w:val="007949B3"/>
    <w:rsid w:val="007B19A4"/>
    <w:rsid w:val="007C2C48"/>
    <w:rsid w:val="007C6D05"/>
    <w:rsid w:val="007D4F8A"/>
    <w:rsid w:val="007E700E"/>
    <w:rsid w:val="007F0435"/>
    <w:rsid w:val="00804393"/>
    <w:rsid w:val="00846FEA"/>
    <w:rsid w:val="008510DC"/>
    <w:rsid w:val="00862803"/>
    <w:rsid w:val="00863B08"/>
    <w:rsid w:val="008A2F5C"/>
    <w:rsid w:val="008B572B"/>
    <w:rsid w:val="008B5ABA"/>
    <w:rsid w:val="008C32F8"/>
    <w:rsid w:val="008C4EC0"/>
    <w:rsid w:val="008D6134"/>
    <w:rsid w:val="008E707F"/>
    <w:rsid w:val="008F0D1C"/>
    <w:rsid w:val="008F511E"/>
    <w:rsid w:val="009149AE"/>
    <w:rsid w:val="00925FCD"/>
    <w:rsid w:val="00980D79"/>
    <w:rsid w:val="0099368D"/>
    <w:rsid w:val="009A4C91"/>
    <w:rsid w:val="00A03805"/>
    <w:rsid w:val="00A2525B"/>
    <w:rsid w:val="00A330C9"/>
    <w:rsid w:val="00A37A65"/>
    <w:rsid w:val="00A9034D"/>
    <w:rsid w:val="00A91680"/>
    <w:rsid w:val="00A938B2"/>
    <w:rsid w:val="00AA25C7"/>
    <w:rsid w:val="00AC11A3"/>
    <w:rsid w:val="00AF4685"/>
    <w:rsid w:val="00B06CCE"/>
    <w:rsid w:val="00B22183"/>
    <w:rsid w:val="00B223C4"/>
    <w:rsid w:val="00B324FC"/>
    <w:rsid w:val="00B542C6"/>
    <w:rsid w:val="00B54D7B"/>
    <w:rsid w:val="00B556B7"/>
    <w:rsid w:val="00B56991"/>
    <w:rsid w:val="00BD0F82"/>
    <w:rsid w:val="00C222D9"/>
    <w:rsid w:val="00C3654A"/>
    <w:rsid w:val="00C405F5"/>
    <w:rsid w:val="00C4274B"/>
    <w:rsid w:val="00C52358"/>
    <w:rsid w:val="00C65692"/>
    <w:rsid w:val="00CE74DD"/>
    <w:rsid w:val="00D21E65"/>
    <w:rsid w:val="00D263AB"/>
    <w:rsid w:val="00D3660E"/>
    <w:rsid w:val="00D5446F"/>
    <w:rsid w:val="00D80E6B"/>
    <w:rsid w:val="00D827D0"/>
    <w:rsid w:val="00DA6046"/>
    <w:rsid w:val="00DA6658"/>
    <w:rsid w:val="00DB4BE6"/>
    <w:rsid w:val="00DC7D49"/>
    <w:rsid w:val="00DE1ED3"/>
    <w:rsid w:val="00DF5C0F"/>
    <w:rsid w:val="00DF67D1"/>
    <w:rsid w:val="00E10257"/>
    <w:rsid w:val="00E2393F"/>
    <w:rsid w:val="00E308E8"/>
    <w:rsid w:val="00ED1DB0"/>
    <w:rsid w:val="00F15040"/>
    <w:rsid w:val="00F46B41"/>
    <w:rsid w:val="00F96F22"/>
    <w:rsid w:val="00FD0AC7"/>
    <w:rsid w:val="00FD0FC0"/>
    <w:rsid w:val="00FD4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C03134"/>
  <w15:docId w15:val="{754433F1-E4E9-5240-92A5-653A7D0B84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sz w:val="18"/>
        <w:szCs w:val="18"/>
        <w:lang w:val="de-DE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82B4B"/>
    <w:pPr>
      <w:spacing w:line="250" w:lineRule="atLeast"/>
    </w:pPr>
    <w:rPr>
      <w:kern w:val="4"/>
    </w:rPr>
  </w:style>
  <w:style w:type="paragraph" w:styleId="berschrift1">
    <w:name w:val="heading 1"/>
    <w:basedOn w:val="Standard"/>
    <w:next w:val="Standard"/>
    <w:link w:val="berschrift1Zchn"/>
    <w:qFormat/>
    <w:rsid w:val="00D5446F"/>
    <w:pPr>
      <w:spacing w:before="250"/>
      <w:outlineLvl w:val="0"/>
    </w:pPr>
    <w:rPr>
      <w:b/>
      <w:lang w:val="en-GB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8D6134"/>
    <w:pPr>
      <w:keepNext/>
      <w:keepLines/>
      <w:numPr>
        <w:ilvl w:val="1"/>
        <w:numId w:val="1"/>
      </w:numPr>
      <w:outlineLvl w:val="1"/>
    </w:pPr>
    <w:rPr>
      <w:rFonts w:eastAsiaTheme="majorEastAsia" w:cstheme="majorBidi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8D6134"/>
    <w:pPr>
      <w:keepNext/>
      <w:keepLines/>
      <w:numPr>
        <w:ilvl w:val="2"/>
        <w:numId w:val="1"/>
      </w:numPr>
      <w:outlineLvl w:val="2"/>
    </w:pPr>
    <w:rPr>
      <w:rFonts w:eastAsiaTheme="majorEastAsia" w:cstheme="majorBidi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8D6134"/>
    <w:pPr>
      <w:keepNext/>
      <w:keepLines/>
      <w:numPr>
        <w:ilvl w:val="3"/>
        <w:numId w:val="1"/>
      </w:numPr>
      <w:outlineLvl w:val="3"/>
    </w:pPr>
    <w:rPr>
      <w:rFonts w:eastAsiaTheme="majorEastAsia" w:cstheme="majorBidi"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8D6134"/>
    <w:pPr>
      <w:keepNext/>
      <w:keepLines/>
      <w:numPr>
        <w:ilvl w:val="4"/>
        <w:numId w:val="1"/>
      </w:numPr>
      <w:outlineLvl w:val="4"/>
    </w:pPr>
    <w:rPr>
      <w:rFonts w:eastAsiaTheme="majorEastAsia" w:cstheme="majorBidi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semiHidden/>
    <w:rsid w:val="00DE1ED3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paragraph" w:styleId="Titel">
    <w:name w:val="Title"/>
    <w:basedOn w:val="Standard"/>
    <w:next w:val="Standard"/>
    <w:link w:val="TitelZchn"/>
    <w:uiPriority w:val="10"/>
    <w:semiHidden/>
    <w:qFormat/>
    <w:rsid w:val="008D6134"/>
    <w:pPr>
      <w:spacing w:line="240" w:lineRule="auto"/>
      <w:contextualSpacing/>
    </w:pPr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sid w:val="00750CB1"/>
    <w:rPr>
      <w:rFonts w:eastAsiaTheme="majorEastAsia" w:cstheme="majorBidi"/>
      <w:spacing w:val="-10"/>
      <w:kern w:val="28"/>
      <w:sz w:val="64"/>
      <w:szCs w:val="56"/>
    </w:rPr>
  </w:style>
  <w:style w:type="character" w:customStyle="1" w:styleId="berschrift1Zchn">
    <w:name w:val="Überschrift 1 Zchn"/>
    <w:basedOn w:val="Absatz-Standardschriftart"/>
    <w:link w:val="berschrift1"/>
    <w:rsid w:val="00B542C6"/>
    <w:rPr>
      <w:b/>
      <w:kern w:val="4"/>
      <w:lang w:val="en-GB"/>
    </w:rPr>
  </w:style>
  <w:style w:type="paragraph" w:styleId="Zitat">
    <w:name w:val="Quote"/>
    <w:basedOn w:val="Standard"/>
    <w:next w:val="Standard"/>
    <w:link w:val="ZitatZchn"/>
    <w:uiPriority w:val="29"/>
    <w:semiHidden/>
    <w:qFormat/>
    <w:rsid w:val="008D6134"/>
    <w:pPr>
      <w:spacing w:before="200" w:after="160"/>
      <w:ind w:left="864" w:right="864"/>
      <w:jc w:val="center"/>
    </w:pPr>
    <w:rPr>
      <w:iCs/>
    </w:rPr>
  </w:style>
  <w:style w:type="character" w:customStyle="1" w:styleId="ZitatZchn">
    <w:name w:val="Zitat Zchn"/>
    <w:basedOn w:val="Absatz-Standardschriftart"/>
    <w:link w:val="Zitat"/>
    <w:uiPriority w:val="29"/>
    <w:semiHidden/>
    <w:rsid w:val="008D6134"/>
    <w:rPr>
      <w:iCs/>
      <w:kern w:val="18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8D6134"/>
    <w:rPr>
      <w:rFonts w:eastAsiaTheme="majorEastAsia" w:cstheme="majorBidi"/>
      <w:kern w:val="18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8D6134"/>
    <w:rPr>
      <w:rFonts w:eastAsiaTheme="majorEastAsia" w:cstheme="majorBidi"/>
      <w:kern w:val="18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8D6134"/>
    <w:rPr>
      <w:rFonts w:eastAsiaTheme="majorEastAsia" w:cstheme="majorBidi"/>
      <w:iCs/>
      <w:kern w:val="18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8D6134"/>
    <w:rPr>
      <w:rFonts w:eastAsiaTheme="majorEastAsia" w:cstheme="majorBidi"/>
      <w:kern w:val="18"/>
    </w:rPr>
  </w:style>
  <w:style w:type="paragraph" w:styleId="Untertitel">
    <w:name w:val="Subtitle"/>
    <w:basedOn w:val="Standard"/>
    <w:next w:val="Standard"/>
    <w:link w:val="UntertitelZchn"/>
    <w:uiPriority w:val="11"/>
    <w:semiHidden/>
    <w:qFormat/>
    <w:rsid w:val="008D6134"/>
    <w:pPr>
      <w:numPr>
        <w:ilvl w:val="1"/>
      </w:numPr>
    </w:pPr>
    <w:rPr>
      <w:rFonts w:eastAsiaTheme="minorEastAsia"/>
      <w:spacing w:val="15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sid w:val="00750CB1"/>
    <w:rPr>
      <w:rFonts w:eastAsiaTheme="minorEastAsia"/>
      <w:spacing w:val="15"/>
      <w:kern w:val="4"/>
      <w:szCs w:val="22"/>
    </w:rPr>
  </w:style>
  <w:style w:type="character" w:styleId="Hervorhebung">
    <w:name w:val="Emphasis"/>
    <w:basedOn w:val="Absatz-Standardschriftart"/>
    <w:uiPriority w:val="20"/>
    <w:semiHidden/>
    <w:qFormat/>
    <w:rsid w:val="008D6134"/>
    <w:rPr>
      <w:b/>
      <w:i w:val="0"/>
      <w:iCs/>
    </w:r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8169D"/>
    <w:rPr>
      <w:spacing w:val="4"/>
      <w:kern w:val="4"/>
      <w:sz w:val="13"/>
    </w:rPr>
  </w:style>
  <w:style w:type="paragraph" w:styleId="Fuzeile">
    <w:name w:val="footer"/>
    <w:basedOn w:val="Standard"/>
    <w:link w:val="FuzeileZchn"/>
    <w:uiPriority w:val="99"/>
    <w:semiHidden/>
    <w:rsid w:val="0008169D"/>
    <w:pPr>
      <w:tabs>
        <w:tab w:val="center" w:pos="4536"/>
        <w:tab w:val="right" w:pos="9072"/>
      </w:tabs>
      <w:spacing w:line="200" w:lineRule="atLeast"/>
    </w:pPr>
    <w:rPr>
      <w:sz w:val="13"/>
    </w:r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08169D"/>
    <w:rPr>
      <w:spacing w:val="4"/>
      <w:kern w:val="4"/>
      <w:sz w:val="13"/>
    </w:rPr>
  </w:style>
  <w:style w:type="table" w:styleId="Tabellenraster">
    <w:name w:val="Table Grid"/>
    <w:basedOn w:val="NormaleTabelle"/>
    <w:uiPriority w:val="59"/>
    <w:rsid w:val="0074240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infach">
    <w:name w:val="_einfach"/>
    <w:basedOn w:val="NormaleTabelle"/>
    <w:uiPriority w:val="99"/>
    <w:rsid w:val="00742404"/>
    <w:tblPr>
      <w:tblCellMar>
        <w:left w:w="0" w:type="dxa"/>
        <w:right w:w="0" w:type="dxa"/>
      </w:tblCellMar>
    </w:tblPr>
  </w:style>
  <w:style w:type="paragraph" w:customStyle="1" w:styleId="DokumenttypFolgeseiten">
    <w:name w:val="Dokumenttyp Folgeseiten"/>
    <w:basedOn w:val="Kopfzeile"/>
    <w:semiHidden/>
    <w:qFormat/>
    <w:rsid w:val="00025DF7"/>
    <w:pPr>
      <w:framePr w:hSpace="142" w:wrap="around" w:vAnchor="page" w:hAnchor="text" w:y="2808"/>
    </w:pPr>
    <w:rPr>
      <w:b/>
      <w:caps/>
      <w:color w:val="006EFF"/>
      <w:sz w:val="20"/>
      <w:szCs w:val="20"/>
    </w:rPr>
  </w:style>
  <w:style w:type="paragraph" w:customStyle="1" w:styleId="OrtDatum">
    <w:name w:val="Ort Datum"/>
    <w:basedOn w:val="Standard"/>
    <w:uiPriority w:val="2"/>
    <w:qFormat/>
    <w:rsid w:val="00025DF7"/>
    <w:rPr>
      <w:b/>
      <w:caps/>
      <w:color w:val="006EFF"/>
      <w:sz w:val="20"/>
      <w:szCs w:val="20"/>
    </w:rPr>
  </w:style>
  <w:style w:type="paragraph" w:customStyle="1" w:styleId="Vorspann">
    <w:name w:val="Vorspann"/>
    <w:basedOn w:val="Standard"/>
    <w:uiPriority w:val="3"/>
    <w:qFormat/>
    <w:rsid w:val="00D5446F"/>
    <w:rPr>
      <w:b/>
    </w:rPr>
  </w:style>
  <w:style w:type="character" w:customStyle="1" w:styleId="Dokumentdatum">
    <w:name w:val="Dokumentdatum"/>
    <w:basedOn w:val="Absatz-Standardschriftart"/>
    <w:uiPriority w:val="1"/>
    <w:semiHidden/>
    <w:qFormat/>
    <w:rsid w:val="00062822"/>
  </w:style>
  <w:style w:type="character" w:styleId="Platzhaltertext">
    <w:name w:val="Placeholder Text"/>
    <w:basedOn w:val="Absatz-Standardschriftart"/>
    <w:uiPriority w:val="99"/>
    <w:semiHidden/>
    <w:rsid w:val="00062822"/>
    <w:rPr>
      <w:color w:val="808080"/>
    </w:rPr>
  </w:style>
  <w:style w:type="paragraph" w:customStyle="1" w:styleId="SeitenangabeAktuell">
    <w:name w:val="Seitenangabe Aktuell"/>
    <w:basedOn w:val="Standard"/>
    <w:semiHidden/>
    <w:rsid w:val="00782B4B"/>
    <w:pPr>
      <w:framePr w:w="567" w:hSpace="142" w:wrap="around" w:vAnchor="page" w:hAnchor="page" w:x="10207" w:y="5217" w:anchorLock="1"/>
      <w:spacing w:line="240" w:lineRule="auto"/>
      <w:jc w:val="right"/>
    </w:pPr>
    <w:rPr>
      <w:b/>
      <w:sz w:val="13"/>
      <w:szCs w:val="13"/>
    </w:rPr>
  </w:style>
  <w:style w:type="character" w:styleId="Hyperlink">
    <w:name w:val="Hyperlink"/>
    <w:basedOn w:val="Absatz-Standardschriftart"/>
    <w:uiPriority w:val="99"/>
    <w:semiHidden/>
    <w:rsid w:val="004E1AAA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1AAA"/>
    <w:rPr>
      <w:color w:val="605E5C"/>
      <w:shd w:val="clear" w:color="auto" w:fill="E1DFDD"/>
    </w:rPr>
  </w:style>
  <w:style w:type="character" w:customStyle="1" w:styleId="KontaktPipe">
    <w:name w:val="Kontakt Pipe"/>
    <w:uiPriority w:val="1"/>
    <w:semiHidden/>
    <w:rsid w:val="00113091"/>
    <w:rPr>
      <w:rFonts w:cs="Arial"/>
      <w:b/>
      <w:color w:val="FDDC35"/>
      <w:sz w:val="14"/>
      <w:szCs w:val="14"/>
      <w:lang w:val="en-GB"/>
    </w:rPr>
  </w:style>
  <w:style w:type="character" w:customStyle="1" w:styleId="KontaktVorsatzwort">
    <w:name w:val="Kontakt Vorsatzwort"/>
    <w:basedOn w:val="Absatz-Standardschriftart"/>
    <w:uiPriority w:val="1"/>
    <w:semiHidden/>
    <w:rsid w:val="00113091"/>
    <w:rPr>
      <w:b/>
      <w:sz w:val="11"/>
      <w:szCs w:val="11"/>
      <w:lang w:val="de-DE"/>
    </w:rPr>
  </w:style>
  <w:style w:type="paragraph" w:customStyle="1" w:styleId="Kontakt">
    <w:name w:val="Kontakt"/>
    <w:basedOn w:val="Standard"/>
    <w:uiPriority w:val="1"/>
    <w:semiHidden/>
    <w:rsid w:val="00B556B7"/>
    <w:pPr>
      <w:spacing w:line="200" w:lineRule="exact"/>
    </w:pPr>
    <w:rPr>
      <w:color w:val="002364"/>
      <w:spacing w:val="4"/>
      <w:sz w:val="13"/>
      <w:szCs w:val="13"/>
    </w:rPr>
  </w:style>
  <w:style w:type="character" w:customStyle="1" w:styleId="Auszeichnung">
    <w:name w:val="Auszeichnung"/>
    <w:basedOn w:val="Absatz-Standardschriftart"/>
    <w:uiPriority w:val="1"/>
    <w:qFormat/>
    <w:rsid w:val="00094A49"/>
    <w:rPr>
      <w:b/>
      <w:spacing w:val="0"/>
    </w:rPr>
  </w:style>
  <w:style w:type="character" w:customStyle="1" w:styleId="KontaktAbstandschmal">
    <w:name w:val="Kontakt Abstand schmal"/>
    <w:basedOn w:val="KontaktVorsatzwort"/>
    <w:uiPriority w:val="1"/>
    <w:semiHidden/>
    <w:rsid w:val="00575AEF"/>
    <w:rPr>
      <w:b/>
      <w:sz w:val="7"/>
      <w:szCs w:val="7"/>
      <w:lang w:val="en-GB"/>
    </w:rPr>
  </w:style>
  <w:style w:type="paragraph" w:customStyle="1" w:styleId="Dokumenttyp">
    <w:name w:val="Dokumenttyp"/>
    <w:basedOn w:val="Kopfzeile"/>
    <w:semiHidden/>
    <w:qFormat/>
    <w:rsid w:val="00025DF7"/>
    <w:pPr>
      <w:framePr w:hSpace="142" w:wrap="around" w:vAnchor="page" w:hAnchor="margin" w:y="2802"/>
    </w:pPr>
    <w:rPr>
      <w:color w:val="002364"/>
      <w:sz w:val="64"/>
      <w:szCs w:val="64"/>
    </w:rPr>
  </w:style>
  <w:style w:type="paragraph" w:customStyle="1" w:styleId="Betreff">
    <w:name w:val="Betreff"/>
    <w:basedOn w:val="Standard"/>
    <w:uiPriority w:val="3"/>
    <w:qFormat/>
    <w:rsid w:val="00025DF7"/>
    <w:pPr>
      <w:spacing w:line="440" w:lineRule="exact"/>
    </w:pPr>
    <w:rPr>
      <w:color w:val="002364"/>
      <w:sz w:val="40"/>
      <w:szCs w:val="40"/>
    </w:rPr>
  </w:style>
  <w:style w:type="paragraph" w:customStyle="1" w:styleId="KontaktTitel">
    <w:name w:val="Kontakt Titel"/>
    <w:basedOn w:val="Standard"/>
    <w:semiHidden/>
    <w:qFormat/>
    <w:rsid w:val="0008169D"/>
    <w:rPr>
      <w:color w:val="002364"/>
      <w:spacing w:val="16"/>
      <w:sz w:val="40"/>
      <w:szCs w:val="40"/>
    </w:rPr>
  </w:style>
  <w:style w:type="paragraph" w:customStyle="1" w:styleId="URL">
    <w:name w:val="URL"/>
    <w:basedOn w:val="Standard"/>
    <w:uiPriority w:val="4"/>
    <w:qFormat/>
    <w:rsid w:val="0008169D"/>
    <w:pPr>
      <w:spacing w:line="280" w:lineRule="atLeast"/>
    </w:pPr>
    <w:rPr>
      <w:sz w:val="22"/>
      <w:szCs w:val="22"/>
    </w:rPr>
  </w:style>
  <w:style w:type="paragraph" w:customStyle="1" w:styleId="Absender">
    <w:name w:val="Absender"/>
    <w:basedOn w:val="Kontakt"/>
    <w:semiHidden/>
    <w:rsid w:val="00025DF7"/>
    <w:pPr>
      <w:framePr w:hSpace="142" w:wrap="around" w:vAnchor="page" w:hAnchor="margin" w:y="2802"/>
    </w:pPr>
    <w:rPr>
      <w:noProof/>
      <w:spacing w:val="0"/>
      <w:lang w:val="en-GB"/>
    </w:rPr>
  </w:style>
  <w:style w:type="paragraph" w:customStyle="1" w:styleId="DatumFolgeseiten">
    <w:name w:val="Datum Folgeseiten"/>
    <w:basedOn w:val="Kopfzeile"/>
    <w:semiHidden/>
    <w:qFormat/>
    <w:rsid w:val="008A2F5C"/>
    <w:pPr>
      <w:framePr w:hSpace="142" w:wrap="around" w:vAnchor="page" w:hAnchor="text" w:y="2796"/>
    </w:pPr>
    <w:rPr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2628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52628E"/>
    <w:rPr>
      <w:rFonts w:ascii="Tahoma" w:hAnsi="Tahoma" w:cs="Tahoma"/>
      <w:kern w:val="4"/>
      <w:sz w:val="16"/>
      <w:szCs w:val="16"/>
    </w:rPr>
  </w:style>
  <w:style w:type="paragraph" w:customStyle="1" w:styleId="Margin">
    <w:name w:val="Margin"/>
    <w:basedOn w:val="Standard"/>
    <w:uiPriority w:val="2"/>
    <w:rsid w:val="00104446"/>
    <w:pPr>
      <w:framePr w:w="2552" w:h="1435" w:hSpace="142" w:wrap="around" w:vAnchor="page" w:hAnchor="page" w:x="8790" w:y="6091" w:anchorLock="1"/>
      <w:spacing w:line="235" w:lineRule="atLeast"/>
    </w:pPr>
    <w:rPr>
      <w:noProof/>
      <w:sz w:val="13"/>
      <w:szCs w:val="13"/>
    </w:rPr>
  </w:style>
  <w:style w:type="character" w:customStyle="1" w:styleId="MarginVorsatzwrter">
    <w:name w:val="Margin Vorsatzwörter"/>
    <w:basedOn w:val="Absatz-Standardschriftart"/>
    <w:uiPriority w:val="1"/>
    <w:semiHidden/>
    <w:qFormat/>
    <w:rsid w:val="00104446"/>
    <w:rPr>
      <w:b/>
      <w:caps/>
      <w:spacing w:val="10"/>
      <w:sz w:val="11"/>
      <w:szCs w:val="1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eg"/><Relationship Id="rId18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mailto:a.staiber@geze.com" TargetMode="Externa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.hildebrandt/Downloads/Pressefotos_Vorlage_2024%20(7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49C20917BE8245BFFB4B1C9FF3CEAC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B89AA495-73C1-3247-AE40-0EF44460FEAB}"/>
      </w:docPartPr>
      <w:docPartBody>
        <w:p w:rsidR="00473F60" w:rsidRDefault="00000000">
          <w:pPr>
            <w:pStyle w:val="9C49C20917BE8245BFFB4B1C9FF3CEAC"/>
          </w:pPr>
          <w:r w:rsidRPr="00EA1F32">
            <w:rPr>
              <w:rStyle w:val="Platzhaltertext"/>
            </w:rPr>
            <w:t>[</w:t>
          </w:r>
          <w:r>
            <w:rPr>
              <w:rStyle w:val="Platzhaltertext"/>
            </w:rPr>
            <w:t>XX. Monat 2018</w:t>
          </w:r>
          <w:r w:rsidRPr="00EA1F32">
            <w:rPr>
              <w:rStyle w:val="Platzhaltertext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431E"/>
    <w:rsid w:val="000B419B"/>
    <w:rsid w:val="002943FC"/>
    <w:rsid w:val="00473F60"/>
    <w:rsid w:val="004A7635"/>
    <w:rsid w:val="004F0FF4"/>
    <w:rsid w:val="00576493"/>
    <w:rsid w:val="006D431E"/>
    <w:rsid w:val="00CF1272"/>
    <w:rsid w:val="00DD1A74"/>
    <w:rsid w:val="00E25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e-DE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customStyle="1" w:styleId="9C49C20917BE8245BFFB4B1C9FF3CEAC">
    <w:name w:val="9C49C20917BE8245BFFB4B1C9FF3CEA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2025-11-06T00:00:00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5E023DC-9CD4-6C4B-97F1-EEEFD49BB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Pressefotos_Vorlage_2024 (7).dotx</Template>
  <TotalTime>0</TotalTime>
  <Pages>3</Pages>
  <Words>138</Words>
  <Characters>870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GEZE GmbH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Lilli Hildebrandt</dc:creator>
  <dc:description>Pressemitteilung · Office 2016;_x000d_
Version 1.0.0;_x000d_
26.11.2018</dc:description>
  <cp:lastModifiedBy>Lilli Hildebrandt</cp:lastModifiedBy>
  <cp:revision>5</cp:revision>
  <cp:lastPrinted>2019-11-28T10:39:00Z</cp:lastPrinted>
  <dcterms:created xsi:type="dcterms:W3CDTF">2025-11-05T10:50:00Z</dcterms:created>
  <dcterms:modified xsi:type="dcterms:W3CDTF">2025-11-06T10:23:00Z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rstellt von">
    <vt:lpwstr>S T R I C H P U N K T   D E S I G N</vt:lpwstr>
  </property>
  <property fmtid="{D5CDD505-2E9C-101B-9397-08002B2CF9AE}" pid="3" name="Erstellt am">
    <vt:lpwstr>26.11.2018</vt:lpwstr>
  </property>
  <property fmtid="{D5CDD505-2E9C-101B-9397-08002B2CF9AE}" pid="4" name="Bearbeiter">
    <vt:lpwstr>cmorfeld · office implementation</vt:lpwstr>
  </property>
  <property fmtid="{D5CDD505-2E9C-101B-9397-08002B2CF9AE}" pid="5" name="Version">
    <vt:lpwstr>1.0.0</vt:lpwstr>
  </property>
  <property fmtid="{D5CDD505-2E9C-101B-9397-08002B2CF9AE}" pid="6" name="Version vom">
    <vt:lpwstr>26.11.2018</vt:lpwstr>
  </property>
</Properties>
</file>